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1E24CABC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11B84A41" w14:textId="77777777" w:rsidR="00692703" w:rsidRPr="00CF1A49" w:rsidRDefault="005E582A" w:rsidP="00913946">
            <w:pPr>
              <w:pStyle w:val="Title"/>
            </w:pPr>
            <w:sdt>
              <w:sdtPr>
                <w:alias w:val="Enter first name:"/>
                <w:tag w:val="Enter first name:"/>
                <w:id w:val="776906629"/>
                <w:placeholder>
                  <w:docPart w:val="2713B36C04094B438E4E2EACF4085939"/>
                </w:placeholder>
                <w:temporary/>
                <w:showingPlcHdr/>
                <w15:appearance w15:val="hidden"/>
              </w:sdtPr>
              <w:sdtEndPr/>
              <w:sdtContent>
                <w:r w:rsidR="00007728">
                  <w:t xml:space="preserve">First </w:t>
                </w:r>
                <w:r w:rsidR="00C57FC6" w:rsidRPr="00CF1A49">
                  <w:t>Name</w:t>
                </w:r>
              </w:sdtContent>
            </w:sdt>
            <w:r w:rsidR="00692703" w:rsidRPr="00CF1A49">
              <w:t xml:space="preserve"> </w:t>
            </w:r>
            <w:sdt>
              <w:sdtPr>
                <w:rPr>
                  <w:rStyle w:val="IntenseEmphasis"/>
                </w:rPr>
                <w:alias w:val="Enter last name:"/>
                <w:tag w:val="Enter last name:"/>
                <w:id w:val="1790784858"/>
                <w:placeholder>
                  <w:docPart w:val="3CF79860670946DABBE180BAB070A7D8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iCs w:val="0"/>
                  <w:color w:val="595959" w:themeColor="text1" w:themeTint="A6"/>
                </w:rPr>
              </w:sdtEndPr>
              <w:sdtContent>
                <w:r w:rsidR="00C57FC6" w:rsidRPr="00DF4D6C">
                  <w:rPr>
                    <w:rStyle w:val="IntenseEmphasis"/>
                  </w:rPr>
                  <w:t>last name</w:t>
                </w:r>
              </w:sdtContent>
            </w:sdt>
          </w:p>
          <w:p w14:paraId="660558B5" w14:textId="77777777" w:rsidR="00692703" w:rsidRPr="00CF1A49" w:rsidRDefault="005E582A" w:rsidP="00913946">
            <w:pPr>
              <w:pStyle w:val="ContactInfo"/>
              <w:contextualSpacing w:val="0"/>
            </w:pPr>
            <w:sdt>
              <w:sdtPr>
                <w:alias w:val="Enter address:"/>
                <w:tag w:val="Enter address:"/>
                <w:id w:val="352083995"/>
                <w:placeholder>
                  <w:docPart w:val="0852CE626D4E46BDB0DE50C14C700008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Address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E6DE7784430342678798C77641B772BC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Enter phone:"/>
                <w:tag w:val="Enter phone:"/>
                <w:id w:val="-1993482697"/>
                <w:placeholder>
                  <w:docPart w:val="0024BC6C823043C4B8C3DDA8A725C3E4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Phone</w:t>
                </w:r>
              </w:sdtContent>
            </w:sdt>
          </w:p>
          <w:p w14:paraId="76290153" w14:textId="77777777" w:rsidR="00692703" w:rsidRPr="00CF1A49" w:rsidRDefault="005E582A" w:rsidP="00913946">
            <w:pPr>
              <w:pStyle w:val="ContactInfoEmphasis"/>
              <w:contextualSpacing w:val="0"/>
            </w:pPr>
            <w:sdt>
              <w:sdtPr>
                <w:alias w:val="Enter email:"/>
                <w:tag w:val="Enter email:"/>
                <w:id w:val="1154873695"/>
                <w:placeholder>
                  <w:docPart w:val="327F8AC1163F43FF9ABF47A228044E75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Email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2000459528"/>
                <w:placeholder>
                  <w:docPart w:val="AC1A4C26975E4497903FCF18C01D2EB5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Enter LinkedIn profile:"/>
                <w:tag w:val="Enter LinkedIn profile:"/>
                <w:id w:val="-1332902444"/>
                <w:placeholder>
                  <w:docPart w:val="23FC50D23A674A5CB1E63720867F518B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LinkedIn Profile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759871761"/>
                <w:placeholder>
                  <w:docPart w:val="5A8754133226444F84DE0B56F24C0FB4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Enter Twitter/blog/portfolio:"/>
                <w:tag w:val="Enter Twitter/blog/portfolio:"/>
                <w:id w:val="-219367353"/>
                <w:placeholder>
                  <w:docPart w:val="7B5AD28A8103470FBC587F3CC31F1CDD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Twitter/Blog/Portfolio</w:t>
                </w:r>
              </w:sdtContent>
            </w:sdt>
          </w:p>
        </w:tc>
      </w:tr>
      <w:tr w:rsidR="005579C9" w:rsidRPr="00CF1A49" w14:paraId="169A7E27" w14:textId="77777777" w:rsidTr="005579C9">
        <w:trPr>
          <w:trHeight w:hRule="exact" w:val="288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04825243" w14:textId="77777777" w:rsidR="005579C9" w:rsidRDefault="005579C9" w:rsidP="005579C9"/>
        </w:tc>
      </w:tr>
    </w:tbl>
    <w:p w14:paraId="3FE65F48" w14:textId="77777777" w:rsidR="005579C9" w:rsidRDefault="005579C9" w:rsidP="005579C9">
      <w:pPr>
        <w:pStyle w:val="Header"/>
      </w:pPr>
    </w:p>
    <w:p w14:paraId="03E22114" w14:textId="77777777" w:rsidR="005579C9" w:rsidRPr="005579C9" w:rsidRDefault="005E582A" w:rsidP="005579C9">
      <w:pPr>
        <w:pStyle w:val="Header"/>
      </w:pPr>
      <w:sdt>
        <w:sdtPr>
          <w:id w:val="-530570983"/>
          <w:placeholder>
            <w:docPart w:val="AF51F6068E78448C833911165959151F"/>
          </w:placeholder>
          <w:temporary/>
          <w:showingPlcHdr/>
          <w15:appearance w15:val="hidden"/>
        </w:sdtPr>
        <w:sdtEndPr/>
        <w:sdtContent>
          <w:r w:rsidR="005579C9" w:rsidRPr="005579C9">
            <w:t>[Recipient Name]</w:t>
          </w:r>
        </w:sdtContent>
      </w:sdt>
    </w:p>
    <w:p w14:paraId="151BC087" w14:textId="77777777" w:rsidR="005579C9" w:rsidRPr="005579C9" w:rsidRDefault="005E582A" w:rsidP="005579C9">
      <w:pPr>
        <w:pStyle w:val="Header"/>
      </w:pPr>
      <w:sdt>
        <w:sdtPr>
          <w:id w:val="161364655"/>
          <w:placeholder>
            <w:docPart w:val="BBC6EE7136BA4C50B8C63D21144A24D4"/>
          </w:placeholder>
          <w:temporary/>
          <w:showingPlcHdr/>
          <w15:appearance w15:val="hidden"/>
        </w:sdtPr>
        <w:sdtEndPr/>
        <w:sdtContent>
          <w:r w:rsidR="005579C9" w:rsidRPr="005579C9">
            <w:t>[Title]</w:t>
          </w:r>
        </w:sdtContent>
      </w:sdt>
    </w:p>
    <w:p w14:paraId="64B5C0B9" w14:textId="77777777" w:rsidR="005579C9" w:rsidRPr="005579C9" w:rsidRDefault="005E582A" w:rsidP="005579C9">
      <w:pPr>
        <w:pStyle w:val="Header"/>
      </w:pPr>
      <w:sdt>
        <w:sdtPr>
          <w:id w:val="-1371762988"/>
          <w:placeholder>
            <w:docPart w:val="A211EA22DF5F4EFDAC4E6388E1F63685"/>
          </w:placeholder>
          <w:temporary/>
          <w:showingPlcHdr/>
          <w15:appearance w15:val="hidden"/>
        </w:sdtPr>
        <w:sdtEndPr/>
        <w:sdtContent>
          <w:r w:rsidR="005579C9" w:rsidRPr="005579C9">
            <w:t>[Company]</w:t>
          </w:r>
        </w:sdtContent>
      </w:sdt>
    </w:p>
    <w:p w14:paraId="2BAF7690" w14:textId="77777777" w:rsidR="005579C9" w:rsidRPr="005579C9" w:rsidRDefault="005E582A" w:rsidP="005579C9">
      <w:pPr>
        <w:pStyle w:val="Header"/>
      </w:pPr>
      <w:sdt>
        <w:sdtPr>
          <w:id w:val="-1451239978"/>
          <w:placeholder>
            <w:docPart w:val="20C258B096154779AF9ACA5A061BB447"/>
          </w:placeholder>
          <w:temporary/>
          <w:showingPlcHdr/>
          <w15:appearance w15:val="hidden"/>
        </w:sdtPr>
        <w:sdtEndPr/>
        <w:sdtContent>
          <w:r w:rsidR="005579C9" w:rsidRPr="005579C9">
            <w:t>[Recipient Street Address]</w:t>
          </w:r>
        </w:sdtContent>
      </w:sdt>
    </w:p>
    <w:p w14:paraId="056447BC" w14:textId="77777777" w:rsidR="005579C9" w:rsidRDefault="005E582A" w:rsidP="005579C9">
      <w:pPr>
        <w:pStyle w:val="Header"/>
      </w:pPr>
      <w:sdt>
        <w:sdtPr>
          <w:id w:val="-810639550"/>
          <w:placeholder>
            <w:docPart w:val="930C0F8FDF5A452380937E48D14BA39F"/>
          </w:placeholder>
          <w:temporary/>
          <w:showingPlcHdr/>
          <w15:appearance w15:val="hidden"/>
        </w:sdtPr>
        <w:sdtEndPr/>
        <w:sdtContent>
          <w:r w:rsidR="005579C9" w:rsidRPr="005579C9">
            <w:t>[Recipient City, ST Zip]</w:t>
          </w:r>
        </w:sdtContent>
      </w:sdt>
    </w:p>
    <w:p w14:paraId="7320AD78" w14:textId="77777777" w:rsidR="005579C9" w:rsidRPr="005579C9" w:rsidRDefault="005579C9" w:rsidP="005579C9">
      <w:pPr>
        <w:pStyle w:val="Header"/>
      </w:pPr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620" w:firstRow="1" w:lastRow="0" w:firstColumn="0" w:lastColumn="0" w:noHBand="1" w:noVBand="1"/>
        <w:tblDescription w:val="Experience layout table"/>
      </w:tblPr>
      <w:tblGrid>
        <w:gridCol w:w="9290"/>
      </w:tblGrid>
      <w:tr w:rsidR="005579C9" w:rsidRPr="00CF1A49" w14:paraId="48E45260" w14:textId="77777777" w:rsidTr="00BB7E51">
        <w:trPr>
          <w:trHeight w:val="8914"/>
        </w:trPr>
        <w:tc>
          <w:tcPr>
            <w:tcW w:w="9290" w:type="dxa"/>
          </w:tcPr>
          <w:p w14:paraId="47ABBAF2" w14:textId="77777777" w:rsidR="005579C9" w:rsidRDefault="005579C9" w:rsidP="005579C9">
            <w:pPr>
              <w:pStyle w:val="Header"/>
            </w:pPr>
          </w:p>
          <w:p w14:paraId="222FB48D" w14:textId="77777777" w:rsidR="005579C9" w:rsidRPr="005579C9" w:rsidRDefault="005579C9" w:rsidP="00BB7E51">
            <w:pPr>
              <w:pStyle w:val="Heading2"/>
            </w:pPr>
            <w:r w:rsidRPr="005579C9">
              <w:t xml:space="preserve">Dear </w:t>
            </w:r>
            <w:sdt>
              <w:sdtPr>
                <w:id w:val="-1913855449"/>
                <w:placeholder>
                  <w:docPart w:val="2B1ACE1DF0914438ADB2409E532AD46B"/>
                </w:placeholder>
                <w:temporary/>
                <w:showingPlcHdr/>
                <w15:appearance w15:val="hidden"/>
              </w:sdtPr>
              <w:sdtEndPr/>
              <w:sdtContent>
                <w:r w:rsidRPr="00BB7E51">
                  <w:t>[Recipient Name]</w:t>
                </w:r>
              </w:sdtContent>
            </w:sdt>
            <w:r w:rsidRPr="005579C9">
              <w:t>,</w:t>
            </w:r>
          </w:p>
          <w:p w14:paraId="1B2E4883" w14:textId="77777777" w:rsidR="005579C9" w:rsidRPr="00CF1A49" w:rsidRDefault="005579C9" w:rsidP="005579C9">
            <w:pPr>
              <w:pStyle w:val="Header"/>
            </w:pPr>
          </w:p>
          <w:sdt>
            <w:sdtPr>
              <w:id w:val="-1550829223"/>
              <w:placeholder>
                <w:docPart w:val="DDA0B315A0CF4943A77DAFE5D435EAF0"/>
              </w:placeholder>
              <w:temporary/>
              <w:showingPlcHdr/>
              <w15:appearance w15:val="hidden"/>
              <w:text w:multiLine="1"/>
            </w:sdtPr>
            <w:sdtEndPr/>
            <w:sdtContent>
              <w:p w14:paraId="59A08169" w14:textId="77777777" w:rsidR="005579C9" w:rsidRDefault="005579C9" w:rsidP="005579C9">
                <w:r w:rsidRPr="005579C9">
                  <w:t>Are you looking for a [job title] with:</w:t>
                </w:r>
              </w:p>
            </w:sdtContent>
          </w:sdt>
          <w:p w14:paraId="7D917F58" w14:textId="77777777" w:rsidR="005579C9" w:rsidRPr="005579C9" w:rsidRDefault="005579C9" w:rsidP="005579C9"/>
          <w:sdt>
            <w:sdtPr>
              <w:id w:val="1048413284"/>
              <w:placeholder>
                <w:docPart w:val="C238C54CFFEE4FC59F07BA2C8FCBF92D"/>
              </w:placeholder>
              <w:temporary/>
              <w:showingPlcHdr/>
              <w15:appearance w15:val="hidden"/>
              <w:text w:multiLine="1"/>
            </w:sdtPr>
            <w:sdtEndPr/>
            <w:sdtContent>
              <w:p w14:paraId="51CF49E1" w14:textId="77777777" w:rsidR="005579C9" w:rsidRPr="005579C9" w:rsidRDefault="005579C9" w:rsidP="005579C9">
                <w:pPr>
                  <w:pStyle w:val="ListBullet"/>
                  <w:contextualSpacing w:val="0"/>
                </w:pPr>
                <w:r w:rsidRPr="005579C9">
                  <w:t>[Number] years of hands-on experience in [area of expertise]?</w:t>
                </w:r>
              </w:p>
              <w:p w14:paraId="185220C5" w14:textId="77777777" w:rsidR="005579C9" w:rsidRPr="005579C9" w:rsidRDefault="005579C9" w:rsidP="005579C9">
                <w:pPr>
                  <w:pStyle w:val="ListBullet"/>
                  <w:contextualSpacing w:val="0"/>
                </w:pPr>
                <w:r w:rsidRPr="005579C9">
                  <w:t>Knowledge of the latest technology in [industry or field]?</w:t>
                </w:r>
              </w:p>
              <w:p w14:paraId="21BFEBDA" w14:textId="77777777" w:rsidR="005579C9" w:rsidRPr="005579C9" w:rsidRDefault="005579C9" w:rsidP="005579C9">
                <w:pPr>
                  <w:pStyle w:val="ListBullet"/>
                  <w:contextualSpacing w:val="0"/>
                </w:pPr>
                <w:r w:rsidRPr="005579C9">
                  <w:t>[Excellent written and oral communication skills?]</w:t>
                </w:r>
              </w:p>
              <w:p w14:paraId="5AC7CC35" w14:textId="77777777" w:rsidR="005579C9" w:rsidRPr="005579C9" w:rsidRDefault="005579C9" w:rsidP="005579C9">
                <w:pPr>
                  <w:pStyle w:val="ListBullet"/>
                  <w:contextualSpacing w:val="0"/>
                </w:pPr>
                <w:r w:rsidRPr="005579C9">
                  <w:t>[A passion to learn and to increase his skills?]</w:t>
                </w:r>
              </w:p>
            </w:sdtContent>
          </w:sdt>
          <w:p w14:paraId="3DF1E811" w14:textId="77777777" w:rsidR="005579C9" w:rsidRDefault="005579C9" w:rsidP="005579C9"/>
          <w:sdt>
            <w:sdtPr>
              <w:id w:val="-1896043186"/>
              <w:placeholder>
                <w:docPart w:val="4769A36ACB8D428DA91F0872DCAA580B"/>
              </w:placeholder>
              <w:temporary/>
              <w:showingPlcHdr/>
              <w15:appearance w15:val="hidden"/>
              <w:text w:multiLine="1"/>
            </w:sdtPr>
            <w:sdtEndPr/>
            <w:sdtContent>
              <w:p w14:paraId="0460B3B7" w14:textId="77777777" w:rsidR="005579C9" w:rsidRPr="00296009" w:rsidRDefault="005579C9" w:rsidP="005579C9">
                <w:r w:rsidRPr="00296009">
                  <w:t>If so, then you need look no further. You will see from my enclosed resume that I meet all of these qualifications and more.</w:t>
                </w:r>
                <w:r>
                  <w:br/>
                </w:r>
              </w:p>
              <w:p w14:paraId="0CDB174D" w14:textId="77777777" w:rsidR="005579C9" w:rsidRPr="00296009" w:rsidRDefault="005579C9" w:rsidP="005579C9">
                <w:r w:rsidRPr="00296009">
                  <w:t>I would very much like to discuss opportunities with [</w:t>
                </w:r>
                <w:r w:rsidRPr="00296009">
                  <w:rPr>
                    <w:rStyle w:val="Greytext"/>
                    <w:color w:val="000000" w:themeColor="text1"/>
                  </w:rPr>
                  <w:t>Company Name]</w:t>
                </w:r>
                <w:r w:rsidRPr="00296009">
                  <w:t>. To schedule an interview, please call me at [</w:t>
                </w:r>
                <w:r w:rsidRPr="00296009">
                  <w:rPr>
                    <w:rStyle w:val="Greytext"/>
                    <w:color w:val="000000" w:themeColor="text1"/>
                  </w:rPr>
                  <w:t>phone]</w:t>
                </w:r>
                <w:r w:rsidRPr="00296009">
                  <w:t>. The best time to reach me is between [</w:t>
                </w:r>
                <w:r w:rsidRPr="00296009">
                  <w:rPr>
                    <w:rStyle w:val="Greytext"/>
                    <w:color w:val="000000" w:themeColor="text1"/>
                  </w:rPr>
                  <w:t>earliest time]</w:t>
                </w:r>
                <w:r w:rsidRPr="00296009">
                  <w:t xml:space="preserve"> and [</w:t>
                </w:r>
                <w:r w:rsidRPr="00296009">
                  <w:rPr>
                    <w:rStyle w:val="Greytext"/>
                    <w:color w:val="000000" w:themeColor="text1"/>
                  </w:rPr>
                  <w:t>latest time]</w:t>
                </w:r>
                <w:r w:rsidRPr="00296009">
                  <w:t>, but you can leave a voice message at any time, and I will return your call.</w:t>
                </w:r>
                <w:r>
                  <w:br/>
                </w:r>
              </w:p>
              <w:p w14:paraId="4C1991B4" w14:textId="77777777" w:rsidR="005579C9" w:rsidRDefault="005579C9" w:rsidP="005579C9">
                <w:r w:rsidRPr="00296009">
                  <w:t>Thank you for taking the time to review my resume. I look forward to talking with you.</w:t>
                </w:r>
                <w:r>
                  <w:br/>
                </w:r>
                <w:r>
                  <w:br/>
                  <w:t>Sincerely,</w:t>
                </w:r>
              </w:p>
            </w:sdtContent>
          </w:sdt>
          <w:p w14:paraId="0BF79118" w14:textId="77777777" w:rsidR="005579C9" w:rsidRPr="00BF09B3" w:rsidRDefault="005579C9" w:rsidP="005579C9"/>
          <w:sdt>
            <w:sdtPr>
              <w:id w:val="387619515"/>
              <w:placeholder>
                <w:docPart w:val="9A93137AD4564BCEAF98469BD0F474F6"/>
              </w:placeholder>
              <w:temporary/>
              <w:showingPlcHdr/>
              <w15:appearance w15:val="hidden"/>
            </w:sdtPr>
            <w:sdtEndPr/>
            <w:sdtContent>
              <w:p w14:paraId="3385EC02" w14:textId="77777777" w:rsidR="005579C9" w:rsidRDefault="005579C9" w:rsidP="005579C9">
                <w:r w:rsidRPr="00BF09B3">
                  <w:t>[Your Name]</w:t>
                </w:r>
              </w:p>
            </w:sdtContent>
          </w:sdt>
          <w:sdt>
            <w:sdtPr>
              <w:id w:val="1417443802"/>
              <w:placeholder>
                <w:docPart w:val="4ABD984FB7034424A83253BDE53C7343"/>
              </w:placeholder>
              <w:temporary/>
              <w:showingPlcHdr/>
              <w15:appearance w15:val="hidden"/>
            </w:sdtPr>
            <w:sdtEndPr/>
            <w:sdtContent>
              <w:p w14:paraId="33BBDB99" w14:textId="77777777" w:rsidR="005579C9" w:rsidRPr="00CF1A49" w:rsidRDefault="005579C9" w:rsidP="005579C9">
                <w:r w:rsidRPr="000629D5">
                  <w:t>Enclosure</w:t>
                </w:r>
              </w:p>
            </w:sdtContent>
          </w:sdt>
        </w:tc>
      </w:tr>
    </w:tbl>
    <w:p w14:paraId="7A3905E3" w14:textId="77777777" w:rsidR="00B51D1B" w:rsidRPr="006E1507" w:rsidRDefault="00B51D1B" w:rsidP="005579C9"/>
    <w:sectPr w:rsidR="00B51D1B" w:rsidRPr="006E1507" w:rsidSect="005A1B10">
      <w:footerReference w:type="default" r:id="rId10"/>
      <w:headerReference w:type="first" r:id="rId11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2FEE3" w14:textId="77777777" w:rsidR="005E582A" w:rsidRDefault="005E582A" w:rsidP="0068194B">
      <w:r>
        <w:separator/>
      </w:r>
    </w:p>
    <w:p w14:paraId="24B8F8D9" w14:textId="77777777" w:rsidR="005E582A" w:rsidRDefault="005E582A"/>
    <w:p w14:paraId="672F6104" w14:textId="77777777" w:rsidR="005E582A" w:rsidRDefault="005E582A"/>
  </w:endnote>
  <w:endnote w:type="continuationSeparator" w:id="0">
    <w:p w14:paraId="4D8C2B85" w14:textId="77777777" w:rsidR="005E582A" w:rsidRDefault="005E582A" w:rsidP="0068194B">
      <w:r>
        <w:continuationSeparator/>
      </w:r>
    </w:p>
    <w:p w14:paraId="156E625D" w14:textId="77777777" w:rsidR="005E582A" w:rsidRDefault="005E582A"/>
    <w:p w14:paraId="46C0437B" w14:textId="77777777" w:rsidR="005E582A" w:rsidRDefault="005E5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D07268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3CD92" w14:textId="77777777" w:rsidR="005E582A" w:rsidRDefault="005E582A" w:rsidP="0068194B">
      <w:r>
        <w:separator/>
      </w:r>
    </w:p>
    <w:p w14:paraId="3F1260D6" w14:textId="77777777" w:rsidR="005E582A" w:rsidRDefault="005E582A"/>
    <w:p w14:paraId="3F19C2E4" w14:textId="77777777" w:rsidR="005E582A" w:rsidRDefault="005E582A"/>
  </w:footnote>
  <w:footnote w:type="continuationSeparator" w:id="0">
    <w:p w14:paraId="41A56A8C" w14:textId="77777777" w:rsidR="005E582A" w:rsidRDefault="005E582A" w:rsidP="0068194B">
      <w:r>
        <w:continuationSeparator/>
      </w:r>
    </w:p>
    <w:p w14:paraId="01F545FE" w14:textId="77777777" w:rsidR="005E582A" w:rsidRDefault="005E582A"/>
    <w:p w14:paraId="398ADF8A" w14:textId="77777777" w:rsidR="005E582A" w:rsidRDefault="005E58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1B05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34D164" wp14:editId="5E51BEAC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7E740F3C" id="Straight Connector 5" o:spid="_x0000_s1026" alt="&quot;&quot;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466817921">
    <w:abstractNumId w:val="9"/>
  </w:num>
  <w:num w:numId="2" w16cid:durableId="2071003404">
    <w:abstractNumId w:val="8"/>
  </w:num>
  <w:num w:numId="3" w16cid:durableId="15431040">
    <w:abstractNumId w:val="7"/>
  </w:num>
  <w:num w:numId="4" w16cid:durableId="2077315981">
    <w:abstractNumId w:val="6"/>
  </w:num>
  <w:num w:numId="5" w16cid:durableId="1688601000">
    <w:abstractNumId w:val="10"/>
  </w:num>
  <w:num w:numId="6" w16cid:durableId="1475638786">
    <w:abstractNumId w:val="3"/>
  </w:num>
  <w:num w:numId="7" w16cid:durableId="1953130618">
    <w:abstractNumId w:val="11"/>
  </w:num>
  <w:num w:numId="8" w16cid:durableId="1881475761">
    <w:abstractNumId w:val="2"/>
  </w:num>
  <w:num w:numId="9" w16cid:durableId="1416782689">
    <w:abstractNumId w:val="12"/>
  </w:num>
  <w:num w:numId="10" w16cid:durableId="1163743510">
    <w:abstractNumId w:val="5"/>
  </w:num>
  <w:num w:numId="11" w16cid:durableId="1520925675">
    <w:abstractNumId w:val="4"/>
  </w:num>
  <w:num w:numId="12" w16cid:durableId="1962606756">
    <w:abstractNumId w:val="1"/>
  </w:num>
  <w:num w:numId="13" w16cid:durableId="1840801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2A"/>
    <w:rsid w:val="000001EF"/>
    <w:rsid w:val="00007322"/>
    <w:rsid w:val="00007728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405128"/>
    <w:rsid w:val="00406CFF"/>
    <w:rsid w:val="00416B25"/>
    <w:rsid w:val="00420592"/>
    <w:rsid w:val="00426A01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579C9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E0986"/>
    <w:rsid w:val="005E582A"/>
    <w:rsid w:val="005F4B91"/>
    <w:rsid w:val="005F55D2"/>
    <w:rsid w:val="0062312F"/>
    <w:rsid w:val="00625F2C"/>
    <w:rsid w:val="006618E9"/>
    <w:rsid w:val="00664399"/>
    <w:rsid w:val="0068194B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B7E51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14F1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1B7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9C9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5579C9"/>
    <w:pPr>
      <w:numPr>
        <w:numId w:val="5"/>
      </w:numPr>
      <w:spacing w:before="120"/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Greytext">
    <w:name w:val="Grey text"/>
    <w:basedOn w:val="DefaultParagraphFont"/>
    <w:uiPriority w:val="4"/>
    <w:semiHidden/>
    <w:qFormat/>
    <w:rsid w:val="005579C9"/>
    <w:rPr>
      <w:color w:val="808080" w:themeColor="background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sha\AppData\Local\Microsoft\Office\16.0\DTS\en-US%7bDF2B8018-7EA0-4B41-8327-6AAB5B929E2D%7d\%7b1C04B28A-8B2E-43A4-8494-2A2CABF1031F%7dtf16392877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13B36C04094B438E4E2EACF4085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D7E29-0C15-4A5C-A86C-AC737C5CC5F0}"/>
      </w:docPartPr>
      <w:docPartBody>
        <w:p w:rsidR="00000000" w:rsidRDefault="00EC387F">
          <w:pPr>
            <w:pStyle w:val="2713B36C04094B438E4E2EACF4085939"/>
          </w:pPr>
          <w:r>
            <w:t xml:space="preserve">First </w:t>
          </w:r>
          <w:r w:rsidRPr="00CF1A49">
            <w:t>Name</w:t>
          </w:r>
        </w:p>
      </w:docPartBody>
    </w:docPart>
    <w:docPart>
      <w:docPartPr>
        <w:name w:val="3CF79860670946DABBE180BAB070A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929E1-2552-484C-92A7-E876EC650227}"/>
      </w:docPartPr>
      <w:docPartBody>
        <w:p w:rsidR="00000000" w:rsidRDefault="00EC387F">
          <w:pPr>
            <w:pStyle w:val="3CF79860670946DABBE180BAB070A7D8"/>
          </w:pPr>
          <w:r w:rsidRPr="00DF4D6C">
            <w:rPr>
              <w:rStyle w:val="IntenseEmphasis"/>
            </w:rPr>
            <w:t>last name</w:t>
          </w:r>
        </w:p>
      </w:docPartBody>
    </w:docPart>
    <w:docPart>
      <w:docPartPr>
        <w:name w:val="0852CE626D4E46BDB0DE50C14C7000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9920D-FFC7-42CA-9ADA-815A5052C21B}"/>
      </w:docPartPr>
      <w:docPartBody>
        <w:p w:rsidR="00000000" w:rsidRDefault="00EC387F">
          <w:pPr>
            <w:pStyle w:val="0852CE626D4E46BDB0DE50C14C700008"/>
          </w:pPr>
          <w:r w:rsidRPr="00CF1A49">
            <w:t>Address</w:t>
          </w:r>
        </w:p>
      </w:docPartBody>
    </w:docPart>
    <w:docPart>
      <w:docPartPr>
        <w:name w:val="E6DE7784430342678798C77641B77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BD226-6124-407A-9E0B-E3EE5A57200F}"/>
      </w:docPartPr>
      <w:docPartBody>
        <w:p w:rsidR="00000000" w:rsidRDefault="00EC387F">
          <w:pPr>
            <w:pStyle w:val="E6DE7784430342678798C77641B772BC"/>
          </w:pPr>
          <w:r w:rsidRPr="00CF1A49">
            <w:t>·</w:t>
          </w:r>
        </w:p>
      </w:docPartBody>
    </w:docPart>
    <w:docPart>
      <w:docPartPr>
        <w:name w:val="0024BC6C823043C4B8C3DDA8A725C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04BDA-3F68-4EF3-93B9-06C60E545984}"/>
      </w:docPartPr>
      <w:docPartBody>
        <w:p w:rsidR="00000000" w:rsidRDefault="00EC387F">
          <w:pPr>
            <w:pStyle w:val="0024BC6C823043C4B8C3DDA8A725C3E4"/>
          </w:pPr>
          <w:r w:rsidRPr="00CF1A49">
            <w:t>Phone</w:t>
          </w:r>
        </w:p>
      </w:docPartBody>
    </w:docPart>
    <w:docPart>
      <w:docPartPr>
        <w:name w:val="327F8AC1163F43FF9ABF47A228044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69A6A-F6AF-40C7-8DA7-1A301D3E4619}"/>
      </w:docPartPr>
      <w:docPartBody>
        <w:p w:rsidR="00000000" w:rsidRDefault="00EC387F">
          <w:pPr>
            <w:pStyle w:val="327F8AC1163F43FF9ABF47A228044E75"/>
          </w:pPr>
          <w:r w:rsidRPr="00CF1A49">
            <w:t>Email</w:t>
          </w:r>
        </w:p>
      </w:docPartBody>
    </w:docPart>
    <w:docPart>
      <w:docPartPr>
        <w:name w:val="AC1A4C26975E4497903FCF18C01D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0C252-9EFD-46C4-B96B-B74B51818A93}"/>
      </w:docPartPr>
      <w:docPartBody>
        <w:p w:rsidR="00000000" w:rsidRDefault="00EC387F">
          <w:pPr>
            <w:pStyle w:val="AC1A4C26975E4497903FCF18C01D2EB5"/>
          </w:pPr>
          <w:r w:rsidRPr="00CF1A49">
            <w:t>·</w:t>
          </w:r>
        </w:p>
      </w:docPartBody>
    </w:docPart>
    <w:docPart>
      <w:docPartPr>
        <w:name w:val="23FC50D23A674A5CB1E63720867F5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006A7-040B-49AE-8CAA-D1F7B4E5CBEA}"/>
      </w:docPartPr>
      <w:docPartBody>
        <w:p w:rsidR="00000000" w:rsidRDefault="00EC387F">
          <w:pPr>
            <w:pStyle w:val="23FC50D23A674A5CB1E63720867F518B"/>
          </w:pPr>
          <w:r w:rsidRPr="00CF1A49">
            <w:t>LinkedIn Profile</w:t>
          </w:r>
        </w:p>
      </w:docPartBody>
    </w:docPart>
    <w:docPart>
      <w:docPartPr>
        <w:name w:val="5A8754133226444F84DE0B56F24C0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ACAF0-8DC0-4ABD-A76B-6887B5EF68EF}"/>
      </w:docPartPr>
      <w:docPartBody>
        <w:p w:rsidR="00000000" w:rsidRDefault="00EC387F">
          <w:pPr>
            <w:pStyle w:val="5A8754133226444F84DE0B56F24C0FB4"/>
          </w:pPr>
          <w:r w:rsidRPr="00CF1A49">
            <w:t>·</w:t>
          </w:r>
        </w:p>
      </w:docPartBody>
    </w:docPart>
    <w:docPart>
      <w:docPartPr>
        <w:name w:val="7B5AD28A8103470FBC587F3CC31F1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6FC17-9000-42A2-8B72-44CF8EA74FF0}"/>
      </w:docPartPr>
      <w:docPartBody>
        <w:p w:rsidR="00000000" w:rsidRDefault="00EC387F">
          <w:pPr>
            <w:pStyle w:val="7B5AD28A8103470FBC587F3CC31F1CDD"/>
          </w:pPr>
          <w:r w:rsidRPr="00CF1A49">
            <w:t>Twitter/Blog/Portfolio</w:t>
          </w:r>
        </w:p>
      </w:docPartBody>
    </w:docPart>
    <w:docPart>
      <w:docPartPr>
        <w:name w:val="AF51F6068E78448C833911165959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C5409-93C9-4A76-888C-27A98FE092E5}"/>
      </w:docPartPr>
      <w:docPartBody>
        <w:p w:rsidR="00000000" w:rsidRDefault="00EC387F">
          <w:pPr>
            <w:pStyle w:val="AF51F6068E78448C833911165959151F"/>
          </w:pPr>
          <w:r w:rsidRPr="005579C9">
            <w:rPr>
              <w:rFonts w:eastAsiaTheme="majorEastAsia"/>
            </w:rPr>
            <w:t>[Recipient Name]</w:t>
          </w:r>
        </w:p>
      </w:docPartBody>
    </w:docPart>
    <w:docPart>
      <w:docPartPr>
        <w:name w:val="BBC6EE7136BA4C50B8C63D21144A2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91ABA-88DF-461D-805E-14018A54097E}"/>
      </w:docPartPr>
      <w:docPartBody>
        <w:p w:rsidR="00000000" w:rsidRDefault="00EC387F">
          <w:pPr>
            <w:pStyle w:val="BBC6EE7136BA4C50B8C63D21144A24D4"/>
          </w:pPr>
          <w:r w:rsidRPr="005579C9">
            <w:rPr>
              <w:rFonts w:eastAsiaTheme="majorEastAsia"/>
            </w:rPr>
            <w:t>[Title]</w:t>
          </w:r>
        </w:p>
      </w:docPartBody>
    </w:docPart>
    <w:docPart>
      <w:docPartPr>
        <w:name w:val="A211EA22DF5F4EFDAC4E6388E1F63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56E93-0AA4-400B-AF59-BEFF68062047}"/>
      </w:docPartPr>
      <w:docPartBody>
        <w:p w:rsidR="00000000" w:rsidRDefault="00EC387F">
          <w:pPr>
            <w:pStyle w:val="A211EA22DF5F4EFDAC4E6388E1F63685"/>
          </w:pPr>
          <w:r w:rsidRPr="005579C9">
            <w:rPr>
              <w:rFonts w:eastAsiaTheme="majorEastAsia"/>
            </w:rPr>
            <w:t>[Company]</w:t>
          </w:r>
        </w:p>
      </w:docPartBody>
    </w:docPart>
    <w:docPart>
      <w:docPartPr>
        <w:name w:val="20C258B096154779AF9ACA5A061BB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BC5E2-016B-49C1-9552-A3C84839F807}"/>
      </w:docPartPr>
      <w:docPartBody>
        <w:p w:rsidR="00000000" w:rsidRDefault="00EC387F">
          <w:pPr>
            <w:pStyle w:val="20C258B096154779AF9ACA5A061BB447"/>
          </w:pPr>
          <w:r w:rsidRPr="005579C9">
            <w:rPr>
              <w:rFonts w:eastAsiaTheme="majorEastAsia"/>
            </w:rPr>
            <w:t>[Recipient Street Address]</w:t>
          </w:r>
        </w:p>
      </w:docPartBody>
    </w:docPart>
    <w:docPart>
      <w:docPartPr>
        <w:name w:val="930C0F8FDF5A452380937E48D14BA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AA6F4-E702-4574-9C50-033674F37E26}"/>
      </w:docPartPr>
      <w:docPartBody>
        <w:p w:rsidR="00000000" w:rsidRDefault="00EC387F">
          <w:pPr>
            <w:pStyle w:val="930C0F8FDF5A452380937E48D14BA39F"/>
          </w:pPr>
          <w:r w:rsidRPr="005579C9">
            <w:rPr>
              <w:rFonts w:eastAsiaTheme="majorEastAsia"/>
            </w:rPr>
            <w:t>[Recipient City, ST Zip]</w:t>
          </w:r>
        </w:p>
      </w:docPartBody>
    </w:docPart>
    <w:docPart>
      <w:docPartPr>
        <w:name w:val="2B1ACE1DF0914438ADB2409E532AD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659F7-8B87-443A-AC1D-61591D8C7009}"/>
      </w:docPartPr>
      <w:docPartBody>
        <w:p w:rsidR="00000000" w:rsidRDefault="00EC387F">
          <w:pPr>
            <w:pStyle w:val="2B1ACE1DF0914438ADB2409E532AD46B"/>
          </w:pPr>
          <w:r w:rsidRPr="00BB7E51">
            <w:t>[Recipient Name]</w:t>
          </w:r>
        </w:p>
      </w:docPartBody>
    </w:docPart>
    <w:docPart>
      <w:docPartPr>
        <w:name w:val="DDA0B315A0CF4943A77DAFE5D435E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103AE-C8F9-40E9-B551-1D77BD9041A6}"/>
      </w:docPartPr>
      <w:docPartBody>
        <w:p w:rsidR="00000000" w:rsidRDefault="00EC387F">
          <w:pPr>
            <w:pStyle w:val="DDA0B315A0CF4943A77DAFE5D435EAF0"/>
          </w:pPr>
          <w:r w:rsidRPr="005579C9">
            <w:t>Are you looking for a [job title] with:</w:t>
          </w:r>
        </w:p>
      </w:docPartBody>
    </w:docPart>
    <w:docPart>
      <w:docPartPr>
        <w:name w:val="C238C54CFFEE4FC59F07BA2C8FCBF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5639D-FF94-4129-89F4-186C033F5B5C}"/>
      </w:docPartPr>
      <w:docPartBody>
        <w:p w:rsidR="00EC387F" w:rsidRPr="005579C9" w:rsidRDefault="00EC387F" w:rsidP="005579C9">
          <w:pPr>
            <w:pStyle w:val="ListBullet"/>
          </w:pPr>
          <w:r w:rsidRPr="005579C9">
            <w:t>[Number] years of hands-on experience in [area of expertise]?</w:t>
          </w:r>
        </w:p>
        <w:p w:rsidR="00EC387F" w:rsidRPr="005579C9" w:rsidRDefault="00EC387F" w:rsidP="005579C9">
          <w:pPr>
            <w:pStyle w:val="ListBullet"/>
          </w:pPr>
          <w:r w:rsidRPr="005579C9">
            <w:t>Knowledge of the latest technology in [industry or field]?</w:t>
          </w:r>
        </w:p>
        <w:p w:rsidR="00EC387F" w:rsidRPr="005579C9" w:rsidRDefault="00EC387F" w:rsidP="005579C9">
          <w:pPr>
            <w:pStyle w:val="ListBullet"/>
          </w:pPr>
          <w:r w:rsidRPr="005579C9">
            <w:t>[Excellent written and oral communication skills?]</w:t>
          </w:r>
        </w:p>
        <w:p w:rsidR="00000000" w:rsidRDefault="00EC387F">
          <w:pPr>
            <w:pStyle w:val="C238C54CFFEE4FC59F07BA2C8FCBF92D"/>
          </w:pPr>
          <w:r w:rsidRPr="005579C9">
            <w:t>[A passion to learn and to increase his skills?]</w:t>
          </w:r>
        </w:p>
      </w:docPartBody>
    </w:docPart>
    <w:docPart>
      <w:docPartPr>
        <w:name w:val="4769A36ACB8D428DA91F0872DCAA5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15899-B5B4-4199-876B-63F6A3902926}"/>
      </w:docPartPr>
      <w:docPartBody>
        <w:p w:rsidR="00EC387F" w:rsidRPr="00296009" w:rsidRDefault="00EC387F" w:rsidP="005579C9">
          <w:r w:rsidRPr="00296009">
            <w:t>If so, then you need look no further. You will see from my enclosed resume that I meet all of these qualifications and more.</w:t>
          </w:r>
          <w:r>
            <w:br/>
          </w:r>
        </w:p>
        <w:p w:rsidR="00EC387F" w:rsidRPr="00296009" w:rsidRDefault="00EC387F" w:rsidP="005579C9">
          <w:r w:rsidRPr="00296009">
            <w:t>I would very much like to discuss opportunities with [</w:t>
          </w:r>
          <w:r w:rsidRPr="00296009">
            <w:rPr>
              <w:rStyle w:val="Greytext"/>
              <w:color w:val="000000" w:themeColor="text1"/>
            </w:rPr>
            <w:t>Company Name]</w:t>
          </w:r>
          <w:r w:rsidRPr="00296009">
            <w:t>. To schedule an interview, please call me at [</w:t>
          </w:r>
          <w:r w:rsidRPr="00296009">
            <w:rPr>
              <w:rStyle w:val="Greytext"/>
              <w:color w:val="000000" w:themeColor="text1"/>
            </w:rPr>
            <w:t>phone]</w:t>
          </w:r>
          <w:r w:rsidRPr="00296009">
            <w:t>. The best time to reach me is between [</w:t>
          </w:r>
          <w:r w:rsidRPr="00296009">
            <w:rPr>
              <w:rStyle w:val="Greytext"/>
              <w:color w:val="000000" w:themeColor="text1"/>
            </w:rPr>
            <w:t>earliest time]</w:t>
          </w:r>
          <w:r w:rsidRPr="00296009">
            <w:t xml:space="preserve"> and [</w:t>
          </w:r>
          <w:r w:rsidRPr="00296009">
            <w:rPr>
              <w:rStyle w:val="Greytext"/>
              <w:color w:val="000000" w:themeColor="text1"/>
            </w:rPr>
            <w:t>latest time]</w:t>
          </w:r>
          <w:r w:rsidRPr="00296009">
            <w:t>, but you can leave a voice message at any time, and I will return your call.</w:t>
          </w:r>
          <w:r>
            <w:br/>
          </w:r>
        </w:p>
        <w:p w:rsidR="00000000" w:rsidRDefault="00EC387F">
          <w:pPr>
            <w:pStyle w:val="4769A36ACB8D428DA91F0872DCAA580B"/>
          </w:pPr>
          <w:r w:rsidRPr="00296009">
            <w:t>Thank you for taking the time to review my resume. I look forward to talking with you.</w:t>
          </w:r>
          <w:r>
            <w:br/>
          </w:r>
          <w:r>
            <w:br/>
            <w:t>Sincerely,</w:t>
          </w:r>
        </w:p>
      </w:docPartBody>
    </w:docPart>
    <w:docPart>
      <w:docPartPr>
        <w:name w:val="9A93137AD4564BCEAF98469BD0F47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2D009-9099-4BF2-897F-58DFF81C7F72}"/>
      </w:docPartPr>
      <w:docPartBody>
        <w:p w:rsidR="00000000" w:rsidRDefault="00EC387F">
          <w:pPr>
            <w:pStyle w:val="9A93137AD4564BCEAF98469BD0F474F6"/>
          </w:pPr>
          <w:r w:rsidRPr="00BF09B3">
            <w:t>[Your Name]</w:t>
          </w:r>
        </w:p>
      </w:docPartBody>
    </w:docPart>
    <w:docPart>
      <w:docPartPr>
        <w:name w:val="4ABD984FB7034424A83253BDE53C7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9B1AE-956F-4A20-9CE0-48C04ECECB4C}"/>
      </w:docPartPr>
      <w:docPartBody>
        <w:p w:rsidR="00000000" w:rsidRDefault="00EC387F">
          <w:pPr>
            <w:pStyle w:val="4ABD984FB7034424A83253BDE53C7343"/>
          </w:pPr>
          <w:r w:rsidRPr="000629D5"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472C4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4472C4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4472C4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741214855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3B36C04094B438E4E2EACF4085939">
    <w:name w:val="2713B36C04094B438E4E2EACF4085939"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3CF79860670946DABBE180BAB070A7D8">
    <w:name w:val="3CF79860670946DABBE180BAB070A7D8"/>
  </w:style>
  <w:style w:type="paragraph" w:customStyle="1" w:styleId="0852CE626D4E46BDB0DE50C14C700008">
    <w:name w:val="0852CE626D4E46BDB0DE50C14C700008"/>
  </w:style>
  <w:style w:type="paragraph" w:customStyle="1" w:styleId="E6DE7784430342678798C77641B772BC">
    <w:name w:val="E6DE7784430342678798C77641B772BC"/>
  </w:style>
  <w:style w:type="paragraph" w:customStyle="1" w:styleId="0024BC6C823043C4B8C3DDA8A725C3E4">
    <w:name w:val="0024BC6C823043C4B8C3DDA8A725C3E4"/>
  </w:style>
  <w:style w:type="paragraph" w:customStyle="1" w:styleId="327F8AC1163F43FF9ABF47A228044E75">
    <w:name w:val="327F8AC1163F43FF9ABF47A228044E75"/>
  </w:style>
  <w:style w:type="paragraph" w:customStyle="1" w:styleId="AC1A4C26975E4497903FCF18C01D2EB5">
    <w:name w:val="AC1A4C26975E4497903FCF18C01D2EB5"/>
  </w:style>
  <w:style w:type="paragraph" w:customStyle="1" w:styleId="23FC50D23A674A5CB1E63720867F518B">
    <w:name w:val="23FC50D23A674A5CB1E63720867F518B"/>
  </w:style>
  <w:style w:type="paragraph" w:customStyle="1" w:styleId="5A8754133226444F84DE0B56F24C0FB4">
    <w:name w:val="5A8754133226444F84DE0B56F24C0FB4"/>
  </w:style>
  <w:style w:type="paragraph" w:customStyle="1" w:styleId="7B5AD28A8103470FBC587F3CC31F1CDD">
    <w:name w:val="7B5AD28A8103470FBC587F3CC31F1CDD"/>
  </w:style>
  <w:style w:type="paragraph" w:customStyle="1" w:styleId="AF51F6068E78448C833911165959151F">
    <w:name w:val="AF51F6068E78448C833911165959151F"/>
  </w:style>
  <w:style w:type="paragraph" w:customStyle="1" w:styleId="BBC6EE7136BA4C50B8C63D21144A24D4">
    <w:name w:val="BBC6EE7136BA4C50B8C63D21144A24D4"/>
  </w:style>
  <w:style w:type="paragraph" w:customStyle="1" w:styleId="A211EA22DF5F4EFDAC4E6388E1F63685">
    <w:name w:val="A211EA22DF5F4EFDAC4E6388E1F63685"/>
  </w:style>
  <w:style w:type="paragraph" w:customStyle="1" w:styleId="20C258B096154779AF9ACA5A061BB447">
    <w:name w:val="20C258B096154779AF9ACA5A061BB447"/>
  </w:style>
  <w:style w:type="paragraph" w:customStyle="1" w:styleId="930C0F8FDF5A452380937E48D14BA39F">
    <w:name w:val="930C0F8FDF5A452380937E48D14BA39F"/>
  </w:style>
  <w:style w:type="paragraph" w:customStyle="1" w:styleId="2B1ACE1DF0914438ADB2409E532AD46B">
    <w:name w:val="2B1ACE1DF0914438ADB2409E532AD46B"/>
  </w:style>
  <w:style w:type="paragraph" w:customStyle="1" w:styleId="DDA0B315A0CF4943A77DAFE5D435EAF0">
    <w:name w:val="DDA0B315A0CF4943A77DAFE5D435EAF0"/>
  </w:style>
  <w:style w:type="paragraph" w:styleId="ListBullet">
    <w:name w:val="List Bullet"/>
    <w:basedOn w:val="Normal"/>
    <w:uiPriority w:val="11"/>
    <w:qFormat/>
    <w:pPr>
      <w:numPr>
        <w:numId w:val="1"/>
      </w:numPr>
      <w:spacing w:before="120" w:after="0" w:line="240" w:lineRule="auto"/>
    </w:pPr>
    <w:rPr>
      <w:rFonts w:eastAsiaTheme="minorHAnsi"/>
      <w:color w:val="595959" w:themeColor="text1" w:themeTint="A6"/>
      <w:sz w:val="24"/>
      <w:lang w:bidi="ar-SA"/>
    </w:rPr>
  </w:style>
  <w:style w:type="paragraph" w:customStyle="1" w:styleId="C238C54CFFEE4FC59F07BA2C8FCBF92D">
    <w:name w:val="C238C54CFFEE4FC59F07BA2C8FCBF92D"/>
  </w:style>
  <w:style w:type="character" w:customStyle="1" w:styleId="Greytext">
    <w:name w:val="Grey text"/>
    <w:basedOn w:val="DefaultParagraphFont"/>
    <w:uiPriority w:val="4"/>
    <w:qFormat/>
    <w:rPr>
      <w:color w:val="808080" w:themeColor="background1" w:themeShade="80"/>
    </w:rPr>
  </w:style>
  <w:style w:type="paragraph" w:customStyle="1" w:styleId="4769A36ACB8D428DA91F0872DCAA580B">
    <w:name w:val="4769A36ACB8D428DA91F0872DCAA580B"/>
  </w:style>
  <w:style w:type="paragraph" w:customStyle="1" w:styleId="9A93137AD4564BCEAF98469BD0F474F6">
    <w:name w:val="9A93137AD4564BCEAF98469BD0F474F6"/>
  </w:style>
  <w:style w:type="paragraph" w:customStyle="1" w:styleId="4ABD984FB7034424A83253BDE53C7343">
    <w:name w:val="4ABD984FB7034424A83253BDE53C73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6FA8DA-38A3-448B-AFEB-DB79033E5F8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B4CB6AFB-A7F1-4816-9409-743ABF3C64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ADE48-6FF0-4599-9D02-6F6374F1F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{1C04B28A-8B2E-43A4-8494-2A2CABF1031F}tf16392877_win32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2023-04-20T16:35:00Z</dcterms:created>
  <dcterms:modified xsi:type="dcterms:W3CDTF">2023-04-20T16:35:00Z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